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3871F" w14:textId="413EB32C" w:rsidR="00F31898" w:rsidRDefault="00F31898" w:rsidP="00FE48EF"/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405"/>
        <w:gridCol w:w="2126"/>
        <w:gridCol w:w="4678"/>
      </w:tblGrid>
      <w:tr w:rsidR="00FE48EF" w14:paraId="22424476" w14:textId="77777777" w:rsidTr="00A465C7">
        <w:tc>
          <w:tcPr>
            <w:tcW w:w="2405" w:type="dxa"/>
          </w:tcPr>
          <w:p w14:paraId="1456E8E2" w14:textId="0F819566" w:rsidR="00FE48EF" w:rsidRDefault="00FE48EF" w:rsidP="00FE48EF">
            <w:r>
              <w:t>Číslo smlouvy</w:t>
            </w:r>
          </w:p>
        </w:tc>
        <w:tc>
          <w:tcPr>
            <w:tcW w:w="6804" w:type="dxa"/>
            <w:gridSpan w:val="2"/>
          </w:tcPr>
          <w:p w14:paraId="1BA6E8B4" w14:textId="77777777" w:rsidR="00FE48EF" w:rsidRDefault="00FE48EF" w:rsidP="00FE48EF"/>
          <w:p w14:paraId="6530F560" w14:textId="0612D5F6" w:rsidR="00FE48EF" w:rsidRDefault="00FE48EF" w:rsidP="00FE48EF"/>
        </w:tc>
      </w:tr>
      <w:tr w:rsidR="00FE48EF" w14:paraId="5C589A6C" w14:textId="77777777" w:rsidTr="00A465C7">
        <w:tc>
          <w:tcPr>
            <w:tcW w:w="2405" w:type="dxa"/>
          </w:tcPr>
          <w:p w14:paraId="63491B83" w14:textId="447B9230" w:rsidR="00FE48EF" w:rsidRDefault="00FE48EF" w:rsidP="00FE48EF">
            <w:r>
              <w:t xml:space="preserve">Název smlouvy </w:t>
            </w:r>
          </w:p>
        </w:tc>
        <w:tc>
          <w:tcPr>
            <w:tcW w:w="6804" w:type="dxa"/>
            <w:gridSpan w:val="2"/>
          </w:tcPr>
          <w:p w14:paraId="4883C69B" w14:textId="77777777" w:rsidR="00FE48EF" w:rsidRDefault="00FE48EF" w:rsidP="00FE48EF"/>
          <w:p w14:paraId="11299B14" w14:textId="77777777" w:rsidR="00FE48EF" w:rsidRDefault="00FE48EF" w:rsidP="00FE48EF"/>
          <w:p w14:paraId="06B156B9" w14:textId="6529D6FD" w:rsidR="00FE48EF" w:rsidRDefault="00FE48EF" w:rsidP="00FE48EF"/>
        </w:tc>
      </w:tr>
      <w:tr w:rsidR="00FE48EF" w14:paraId="2C874AF6" w14:textId="77777777" w:rsidTr="00A465C7">
        <w:tc>
          <w:tcPr>
            <w:tcW w:w="2405" w:type="dxa"/>
          </w:tcPr>
          <w:p w14:paraId="675784CC" w14:textId="6EA5E9F2" w:rsidR="00FE48EF" w:rsidRDefault="00DB34E6" w:rsidP="00FE48EF">
            <w:r>
              <w:t>Objednatel</w:t>
            </w:r>
          </w:p>
        </w:tc>
        <w:tc>
          <w:tcPr>
            <w:tcW w:w="6804" w:type="dxa"/>
            <w:gridSpan w:val="2"/>
          </w:tcPr>
          <w:p w14:paraId="352B1A72" w14:textId="77777777" w:rsidR="00FE48EF" w:rsidRDefault="00FE48EF" w:rsidP="00FE48EF"/>
          <w:p w14:paraId="555D55E9" w14:textId="77777777" w:rsidR="00FE48EF" w:rsidRDefault="00FE48EF" w:rsidP="00FE48EF"/>
          <w:p w14:paraId="2500F3C6" w14:textId="58C1FA15" w:rsidR="00FE48EF" w:rsidRDefault="00FE48EF" w:rsidP="00FE48EF"/>
          <w:p w14:paraId="24A3D60A" w14:textId="77777777" w:rsidR="00A465C7" w:rsidRDefault="00A465C7" w:rsidP="00FE48EF"/>
          <w:p w14:paraId="238E7E12" w14:textId="555B2756" w:rsidR="00FE48EF" w:rsidRDefault="00FE48EF" w:rsidP="00FE48EF"/>
        </w:tc>
      </w:tr>
      <w:tr w:rsidR="00FE48EF" w14:paraId="2495BDCA" w14:textId="77777777" w:rsidTr="00A465C7">
        <w:tc>
          <w:tcPr>
            <w:tcW w:w="2405" w:type="dxa"/>
          </w:tcPr>
          <w:p w14:paraId="4BC95ADE" w14:textId="2DA172D5" w:rsidR="00FE48EF" w:rsidRDefault="00DB34E6" w:rsidP="00FE48EF">
            <w:r>
              <w:t>Poskytovatel</w:t>
            </w:r>
          </w:p>
        </w:tc>
        <w:tc>
          <w:tcPr>
            <w:tcW w:w="6804" w:type="dxa"/>
            <w:gridSpan w:val="2"/>
          </w:tcPr>
          <w:p w14:paraId="1C5CF79D" w14:textId="77777777" w:rsidR="00FE48EF" w:rsidRDefault="00FE48EF" w:rsidP="00FE48EF"/>
          <w:p w14:paraId="5AF9C689" w14:textId="77777777" w:rsidR="00FE48EF" w:rsidRDefault="00FE48EF" w:rsidP="00FE48EF"/>
          <w:p w14:paraId="50184C0B" w14:textId="3C571261" w:rsidR="00FE48EF" w:rsidRDefault="00FE48EF" w:rsidP="00FE48EF"/>
          <w:p w14:paraId="7368D76C" w14:textId="77777777" w:rsidR="00A465C7" w:rsidRDefault="00A465C7" w:rsidP="00FE48EF"/>
          <w:p w14:paraId="06AFE2A0" w14:textId="29056C4B" w:rsidR="00FE48EF" w:rsidRDefault="00FE48EF" w:rsidP="00FE48EF"/>
        </w:tc>
      </w:tr>
      <w:tr w:rsidR="00FE48EF" w14:paraId="7FCE4D04" w14:textId="77777777" w:rsidTr="00A465C7">
        <w:tc>
          <w:tcPr>
            <w:tcW w:w="2405" w:type="dxa"/>
          </w:tcPr>
          <w:p w14:paraId="4E29094F" w14:textId="664FC4F4" w:rsidR="00FE48EF" w:rsidRDefault="00FE48EF" w:rsidP="00FE48EF">
            <w:r>
              <w:t>Název dílčího plnění</w:t>
            </w:r>
          </w:p>
        </w:tc>
        <w:tc>
          <w:tcPr>
            <w:tcW w:w="6804" w:type="dxa"/>
            <w:gridSpan w:val="2"/>
          </w:tcPr>
          <w:p w14:paraId="77B3723A" w14:textId="77777777" w:rsidR="00FE48EF" w:rsidRDefault="00FE48EF" w:rsidP="00FE48EF"/>
          <w:p w14:paraId="4970DDF1" w14:textId="77777777" w:rsidR="00FE48EF" w:rsidRDefault="00FE48EF" w:rsidP="00FE48EF"/>
          <w:p w14:paraId="4A13FD4D" w14:textId="77777777" w:rsidR="00A465C7" w:rsidRDefault="00A465C7" w:rsidP="00FE48EF"/>
          <w:p w14:paraId="17570101" w14:textId="05B69F90" w:rsidR="00A465C7" w:rsidRDefault="00A465C7" w:rsidP="00FE48EF"/>
        </w:tc>
      </w:tr>
      <w:tr w:rsidR="00FE48EF" w14:paraId="0783C190" w14:textId="77777777" w:rsidTr="00A465C7">
        <w:tc>
          <w:tcPr>
            <w:tcW w:w="2405" w:type="dxa"/>
          </w:tcPr>
          <w:p w14:paraId="286D8180" w14:textId="335D2B96" w:rsidR="00FE48EF" w:rsidRDefault="00FE48EF" w:rsidP="00FE48EF">
            <w:r>
              <w:t xml:space="preserve">Hodnocení </w:t>
            </w:r>
            <w:r w:rsidR="00E375EC">
              <w:t>objednatele</w:t>
            </w:r>
          </w:p>
        </w:tc>
        <w:tc>
          <w:tcPr>
            <w:tcW w:w="6804" w:type="dxa"/>
            <w:gridSpan w:val="2"/>
          </w:tcPr>
          <w:p w14:paraId="4C6FC783" w14:textId="77777777" w:rsidR="00FE48EF" w:rsidRDefault="00FE48EF" w:rsidP="00FE48EF"/>
          <w:p w14:paraId="0C0DC679" w14:textId="124DC448" w:rsidR="00FE48EF" w:rsidRDefault="00FE48EF" w:rsidP="00FE48EF"/>
        </w:tc>
      </w:tr>
      <w:tr w:rsidR="00FE48EF" w14:paraId="6277EFB2" w14:textId="77777777" w:rsidTr="00A465C7">
        <w:tc>
          <w:tcPr>
            <w:tcW w:w="2405" w:type="dxa"/>
          </w:tcPr>
          <w:p w14:paraId="64A56E3A" w14:textId="2ED73E32" w:rsidR="00FE48EF" w:rsidRDefault="00A465C7" w:rsidP="00FE48EF">
            <w:r>
              <w:t>Výhrady</w:t>
            </w:r>
            <w:r w:rsidR="00FE48EF">
              <w:t xml:space="preserve"> k plnění</w:t>
            </w:r>
          </w:p>
        </w:tc>
        <w:tc>
          <w:tcPr>
            <w:tcW w:w="6804" w:type="dxa"/>
            <w:gridSpan w:val="2"/>
          </w:tcPr>
          <w:p w14:paraId="03E11F01" w14:textId="77777777" w:rsidR="00FE48EF" w:rsidRDefault="00FE48EF" w:rsidP="00FE48EF"/>
          <w:p w14:paraId="3860C031" w14:textId="77777777" w:rsidR="00FE48EF" w:rsidRDefault="00FE48EF" w:rsidP="00FE48EF"/>
          <w:p w14:paraId="09DE6EDA" w14:textId="77777777" w:rsidR="00FE48EF" w:rsidRDefault="00FE48EF" w:rsidP="00FE48EF"/>
          <w:p w14:paraId="68185837" w14:textId="77777777" w:rsidR="00FE48EF" w:rsidRDefault="00FE48EF" w:rsidP="00FE48EF"/>
          <w:p w14:paraId="6721F5E7" w14:textId="0EC4CBEA" w:rsidR="00FE48EF" w:rsidRDefault="00FE48EF" w:rsidP="00FE48EF"/>
          <w:p w14:paraId="2ECF7B65" w14:textId="68BD8BAF" w:rsidR="00A465C7" w:rsidRDefault="00A465C7" w:rsidP="00FE48EF"/>
          <w:p w14:paraId="4AA4A90B" w14:textId="672B84E7" w:rsidR="00A465C7" w:rsidRDefault="00A465C7" w:rsidP="00FE48EF"/>
          <w:p w14:paraId="0B968EAD" w14:textId="29EC46E2" w:rsidR="00A465C7" w:rsidRDefault="00A465C7" w:rsidP="00FE48EF"/>
          <w:p w14:paraId="6868233E" w14:textId="7E1CE4E0" w:rsidR="00A465C7" w:rsidRDefault="00A465C7" w:rsidP="00FE48EF"/>
          <w:p w14:paraId="35856009" w14:textId="77777777" w:rsidR="00A465C7" w:rsidRDefault="00A465C7" w:rsidP="00FE48EF"/>
          <w:p w14:paraId="574AAF14" w14:textId="77777777" w:rsidR="00A465C7" w:rsidRDefault="00A465C7" w:rsidP="00FE48EF"/>
          <w:p w14:paraId="39829AC3" w14:textId="3A5B99A4" w:rsidR="00FE48EF" w:rsidRDefault="00FE48EF" w:rsidP="00FE48EF"/>
        </w:tc>
      </w:tr>
      <w:tr w:rsidR="00FE48EF" w14:paraId="6E1F8A39" w14:textId="77777777" w:rsidTr="00A465C7">
        <w:tc>
          <w:tcPr>
            <w:tcW w:w="2405" w:type="dxa"/>
          </w:tcPr>
          <w:p w14:paraId="2E337D18" w14:textId="69F4F40A" w:rsidR="00FE48EF" w:rsidRDefault="00FE48EF" w:rsidP="00FE48EF">
            <w:r>
              <w:t>Lhůta pro odstranění vad</w:t>
            </w:r>
          </w:p>
        </w:tc>
        <w:tc>
          <w:tcPr>
            <w:tcW w:w="6804" w:type="dxa"/>
            <w:gridSpan w:val="2"/>
          </w:tcPr>
          <w:p w14:paraId="4BEAC9B2" w14:textId="77777777" w:rsidR="00FE48EF" w:rsidRDefault="00FE48EF" w:rsidP="00FE48EF"/>
          <w:p w14:paraId="5F861056" w14:textId="77777777" w:rsidR="00FE48EF" w:rsidRDefault="00FE48EF" w:rsidP="00FE48EF"/>
          <w:p w14:paraId="16B0E887" w14:textId="77777777" w:rsidR="00FE48EF" w:rsidRDefault="00FE48EF" w:rsidP="00FE48EF"/>
          <w:p w14:paraId="7F55D211" w14:textId="77777777" w:rsidR="00FE48EF" w:rsidRDefault="00FE48EF" w:rsidP="00FE48EF"/>
          <w:p w14:paraId="0852DE1C" w14:textId="09DD06AD" w:rsidR="00FE48EF" w:rsidRDefault="00FE48EF" w:rsidP="00FE48EF"/>
        </w:tc>
      </w:tr>
      <w:tr w:rsidR="00FE48EF" w14:paraId="450F91DC" w14:textId="77777777" w:rsidTr="00A465C7">
        <w:tc>
          <w:tcPr>
            <w:tcW w:w="4531" w:type="dxa"/>
            <w:gridSpan w:val="2"/>
          </w:tcPr>
          <w:p w14:paraId="6218485E" w14:textId="1FB65F2D" w:rsidR="00FE48EF" w:rsidRDefault="00A465C7" w:rsidP="00FE48EF">
            <w:r>
              <w:t>D</w:t>
            </w:r>
            <w:r w:rsidR="00FE48EF">
              <w:t>atum</w:t>
            </w:r>
          </w:p>
          <w:p w14:paraId="4B06936F" w14:textId="1B8540EB" w:rsidR="00A465C7" w:rsidRDefault="00A465C7" w:rsidP="00FE48EF"/>
        </w:tc>
        <w:tc>
          <w:tcPr>
            <w:tcW w:w="4678" w:type="dxa"/>
          </w:tcPr>
          <w:p w14:paraId="4278103E" w14:textId="7FAC444A" w:rsidR="00FE48EF" w:rsidRDefault="00A465C7" w:rsidP="00FE48EF">
            <w:r>
              <w:t>D</w:t>
            </w:r>
            <w:r w:rsidR="00FE48EF">
              <w:t>atum</w:t>
            </w:r>
          </w:p>
          <w:p w14:paraId="5652E45C" w14:textId="326E09BB" w:rsidR="00A465C7" w:rsidRDefault="00A465C7" w:rsidP="00FE48EF"/>
        </w:tc>
      </w:tr>
      <w:tr w:rsidR="00FE48EF" w14:paraId="4FA7FE05" w14:textId="77777777" w:rsidTr="00A465C7">
        <w:tc>
          <w:tcPr>
            <w:tcW w:w="4531" w:type="dxa"/>
            <w:gridSpan w:val="2"/>
          </w:tcPr>
          <w:p w14:paraId="389ADD50" w14:textId="1F958BA6" w:rsidR="00FE48EF" w:rsidRDefault="00FE48EF" w:rsidP="00FE48EF">
            <w:r>
              <w:t xml:space="preserve">Podpis </w:t>
            </w:r>
            <w:r w:rsidR="001B6E70">
              <w:t>objednatele</w:t>
            </w:r>
          </w:p>
          <w:p w14:paraId="5939E4A6" w14:textId="77777777" w:rsidR="00FE48EF" w:rsidRDefault="00FE48EF" w:rsidP="00FE48EF"/>
          <w:p w14:paraId="2703AF51" w14:textId="77777777" w:rsidR="00FE48EF" w:rsidRDefault="00FE48EF" w:rsidP="00FE48EF"/>
          <w:p w14:paraId="503C43C5" w14:textId="77777777" w:rsidR="00FE48EF" w:rsidRDefault="00FE48EF" w:rsidP="00FE48EF"/>
          <w:p w14:paraId="3C5171BD" w14:textId="77777777" w:rsidR="00A465C7" w:rsidRDefault="00A465C7" w:rsidP="00FE48EF"/>
          <w:p w14:paraId="4E1D0FDE" w14:textId="3300AF4A" w:rsidR="00A465C7" w:rsidRDefault="00A465C7" w:rsidP="00FE48EF"/>
        </w:tc>
        <w:tc>
          <w:tcPr>
            <w:tcW w:w="4678" w:type="dxa"/>
          </w:tcPr>
          <w:p w14:paraId="4BF6A1BF" w14:textId="3C03C993" w:rsidR="00FE48EF" w:rsidRDefault="00FE48EF" w:rsidP="00FE48EF">
            <w:r>
              <w:t xml:space="preserve">Podpis </w:t>
            </w:r>
            <w:r w:rsidR="00E375EC">
              <w:t>poskytovatele</w:t>
            </w:r>
          </w:p>
        </w:tc>
      </w:tr>
    </w:tbl>
    <w:p w14:paraId="70BFBAEB" w14:textId="77777777" w:rsidR="00FE48EF" w:rsidRPr="00FE48EF" w:rsidRDefault="00FE48EF" w:rsidP="00A465C7"/>
    <w:sectPr w:rsidR="00FE48EF" w:rsidRPr="00FE48EF" w:rsidSect="007535E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88" w:right="3628" w:bottom="879" w:left="1417" w:header="68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7D37" w14:textId="77777777" w:rsidR="007C208C" w:rsidRDefault="007C208C" w:rsidP="00A75C65">
      <w:pPr>
        <w:pStyle w:val="EONKommentar"/>
      </w:pPr>
      <w:r>
        <w:separator/>
      </w:r>
    </w:p>
  </w:endnote>
  <w:endnote w:type="continuationSeparator" w:id="0">
    <w:p w14:paraId="3DB9A3A0" w14:textId="77777777" w:rsidR="007C208C" w:rsidRDefault="007C208C" w:rsidP="00A75C65">
      <w:pPr>
        <w:pStyle w:val="EONKommenta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EON Brix Sans Black">
    <w:panose1 w:val="020B0A00000000000000"/>
    <w:charset w:val="EE"/>
    <w:family w:val="swiss"/>
    <w:pitch w:val="variable"/>
    <w:sig w:usb0="A00000A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D267" w14:textId="77777777" w:rsidR="0079610A" w:rsidRPr="00C363F1" w:rsidRDefault="0079610A" w:rsidP="00C363F1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F41F" w14:textId="77777777" w:rsidR="0079610A" w:rsidRPr="00C363F1" w:rsidRDefault="0079610A" w:rsidP="00C363F1">
    <w:pPr>
      <w:pStyle w:val="Zpat"/>
      <w:spacing w:line="240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12F5F" w14:textId="77777777" w:rsidR="007C208C" w:rsidRPr="00B95935" w:rsidRDefault="007C208C" w:rsidP="00B95935">
      <w:pPr>
        <w:pStyle w:val="EONKommentar"/>
        <w:spacing w:line="240" w:lineRule="atLeast"/>
        <w:rPr>
          <w:vanish w:val="0"/>
          <w:color w:val="auto"/>
        </w:rPr>
      </w:pPr>
      <w:r w:rsidRPr="00B95935">
        <w:rPr>
          <w:vanish w:val="0"/>
          <w:color w:val="auto"/>
        </w:rPr>
        <w:separator/>
      </w:r>
    </w:p>
  </w:footnote>
  <w:footnote w:type="continuationSeparator" w:id="0">
    <w:p w14:paraId="42218757" w14:textId="77777777" w:rsidR="007C208C" w:rsidRDefault="007C208C" w:rsidP="00A75C65">
      <w:pPr>
        <w:pStyle w:val="EONKommenta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pPr w:leftFromText="142" w:rightFromText="142" w:vertAnchor="page" w:horzAnchor="page" w:tblpX="6686" w:tblpY="68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3"/>
      <w:gridCol w:w="4536"/>
    </w:tblGrid>
    <w:tr w:rsidR="007535EC" w14:paraId="4FBB91BB" w14:textId="77777777" w:rsidTr="00FE48EF">
      <w:trPr>
        <w:trHeight w:hRule="exact" w:val="1417"/>
      </w:trPr>
      <w:tc>
        <w:tcPr>
          <w:tcW w:w="23" w:type="dxa"/>
        </w:tcPr>
        <w:p w14:paraId="7FF7640A" w14:textId="77777777" w:rsidR="007535EC" w:rsidRDefault="007535EC" w:rsidP="00FE48EF"/>
      </w:tc>
      <w:tc>
        <w:tcPr>
          <w:tcW w:w="4536" w:type="dxa"/>
        </w:tcPr>
        <w:p w14:paraId="50C5CFA3" w14:textId="77777777" w:rsidR="007535EC" w:rsidRDefault="00FE48EF" w:rsidP="00FE48EF">
          <w:pPr>
            <w:spacing w:before="10" w:line="240" w:lineRule="auto"/>
            <w:ind w:right="17"/>
            <w:jc w:val="right"/>
          </w:pPr>
          <w:bookmarkStart w:id="0" w:name="kopf2"/>
          <w:bookmarkEnd w:id="0"/>
          <w:r>
            <w:rPr>
              <w:noProof/>
            </w:rPr>
            <w:drawing>
              <wp:inline distT="0" distB="0" distL="0" distR="0" wp14:anchorId="1EB4AA06" wp14:editId="13EB6F24">
                <wp:extent cx="1440000" cy="830228"/>
                <wp:effectExtent l="0" t="0" r="8255" b="825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830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tbl>
    <w:tblPr>
      <w:tblStyle w:val="Mkatabulky"/>
      <w:tblpPr w:leftFromText="142" w:rightFromText="142" w:vertAnchor="page" w:horzAnchor="page" w:tblpX="1419" w:tblpY="170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7535EC" w:rsidRPr="00610C7F" w14:paraId="4E806D51" w14:textId="77777777" w:rsidTr="00F31898">
      <w:trPr>
        <w:trHeight w:hRule="exact" w:val="244"/>
      </w:trPr>
      <w:tc>
        <w:tcPr>
          <w:tcW w:w="4820" w:type="dxa"/>
        </w:tcPr>
        <w:p w14:paraId="69D293E3" w14:textId="77777777" w:rsidR="007535EC" w:rsidRPr="00610C7F" w:rsidRDefault="007535EC" w:rsidP="007535EC">
          <w:pPr>
            <w:tabs>
              <w:tab w:val="center" w:pos="4536"/>
              <w:tab w:val="right" w:pos="9072"/>
            </w:tabs>
            <w:rPr>
              <w:szCs w:val="22"/>
              <w:lang w:eastAsia="en-US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</w:rPr>
            <w:t>2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 xml:space="preserve"> </w:t>
          </w:r>
          <w:r>
            <w:t xml:space="preserve">/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</w:rPr>
            <w:t>2</w:t>
          </w:r>
          <w:r>
            <w:rPr>
              <w:rStyle w:val="slostrnky"/>
            </w:rPr>
            <w:fldChar w:fldCharType="end"/>
          </w:r>
        </w:p>
      </w:tc>
    </w:tr>
  </w:tbl>
  <w:p w14:paraId="2FEE8DF3" w14:textId="77777777" w:rsidR="0079610A" w:rsidRPr="00353E81" w:rsidRDefault="0079610A">
    <w:pPr>
      <w:pStyle w:val="Zhlav"/>
      <w:spacing w:line="20" w:lineRule="exac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pPr w:leftFromText="142" w:rightFromText="142" w:bottomFromText="510" w:vertAnchor="page" w:horzAnchor="page" w:tblpX="1419" w:tblpY="2553"/>
      <w:tblW w:w="921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DC01FF" w:rsidRPr="00491EFA" w14:paraId="4D908C49" w14:textId="77777777" w:rsidTr="00A465C7">
      <w:trPr>
        <w:trHeight w:val="459"/>
      </w:trPr>
      <w:tc>
        <w:tcPr>
          <w:tcW w:w="9214" w:type="dxa"/>
          <w:tcBorders>
            <w:top w:val="nil"/>
            <w:left w:val="nil"/>
            <w:bottom w:val="nil"/>
            <w:right w:val="nil"/>
          </w:tcBorders>
        </w:tcPr>
        <w:p w14:paraId="3BF8A9A2" w14:textId="477D6769" w:rsidR="00DC01FF" w:rsidRPr="00CE18D9" w:rsidRDefault="00FE48EF" w:rsidP="00E57C72">
          <w:pPr>
            <w:pStyle w:val="EONTitel"/>
          </w:pPr>
          <w:r>
            <w:t xml:space="preserve">Protokol k převzetí části plnění plynoucí ze smlouvy </w:t>
          </w:r>
        </w:p>
      </w:tc>
    </w:tr>
  </w:tbl>
  <w:tbl>
    <w:tblPr>
      <w:tblpPr w:leftFromText="142" w:rightFromText="4536" w:vertAnchor="page" w:horzAnchor="page" w:tblpX="6686" w:tblpY="68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"/>
      <w:gridCol w:w="4536"/>
    </w:tblGrid>
    <w:tr w:rsidR="0059772E" w14:paraId="6190B1E6" w14:textId="77777777" w:rsidTr="00FE48EF">
      <w:trPr>
        <w:trHeight w:hRule="exact" w:val="1417"/>
      </w:trPr>
      <w:tc>
        <w:tcPr>
          <w:tcW w:w="23" w:type="dxa"/>
        </w:tcPr>
        <w:p w14:paraId="3D629D98" w14:textId="77777777" w:rsidR="0059772E" w:rsidRDefault="0059772E" w:rsidP="00FE48EF"/>
      </w:tc>
      <w:tc>
        <w:tcPr>
          <w:tcW w:w="4536" w:type="dxa"/>
        </w:tcPr>
        <w:p w14:paraId="0B44983A" w14:textId="77777777" w:rsidR="0059772E" w:rsidRDefault="00FE48EF" w:rsidP="00FE48EF">
          <w:pPr>
            <w:spacing w:before="10" w:line="240" w:lineRule="auto"/>
            <w:ind w:right="17"/>
            <w:jc w:val="right"/>
          </w:pPr>
          <w:bookmarkStart w:id="1" w:name="kopf1"/>
          <w:bookmarkEnd w:id="1"/>
          <w:r>
            <w:rPr>
              <w:noProof/>
            </w:rPr>
            <w:drawing>
              <wp:inline distT="0" distB="0" distL="0" distR="0" wp14:anchorId="4A136C14" wp14:editId="6626175A">
                <wp:extent cx="1440000" cy="830228"/>
                <wp:effectExtent l="0" t="0" r="8255" b="825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830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705B3AD" w14:textId="77777777" w:rsidR="004F273C" w:rsidRPr="0059772E" w:rsidRDefault="004F273C" w:rsidP="004F27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254EF"/>
    <w:multiLevelType w:val="singleLevel"/>
    <w:tmpl w:val="47F4E5F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79E47C34"/>
    <w:multiLevelType w:val="singleLevel"/>
    <w:tmpl w:val="B3487A22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reacodeTel" w:val="7 39"/>
    <w:docVar w:name="BU" w:val="EG.D, a.s."/>
    <w:docVar w:name="BUini" w:val="EGD.ini"/>
    <w:docVar w:name="docLanguage" w:val="005"/>
    <w:docVar w:name="EONDoctyp" w:val="Intern"/>
    <w:docVar w:name="Formatdokumentname" w:val="ohne Pfad"/>
    <w:docVar w:name="INIDatum" w:val="27.07.2021"/>
    <w:docVar w:name="intTel" w:val="+4 20"/>
    <w:docVar w:name="Standort" w:val="Brno, Plynarenska 3"/>
    <w:docVar w:name="Tel" w:val="6 88"/>
    <w:docVar w:name="TelDurchwahl" w:val="2 51"/>
    <w:docVar w:name="Unit" w:val="--"/>
    <w:docVar w:name="Version" w:val="82"/>
  </w:docVars>
  <w:rsids>
    <w:rsidRoot w:val="00FE48EF"/>
    <w:rsid w:val="00021531"/>
    <w:rsid w:val="000251E9"/>
    <w:rsid w:val="00035CA2"/>
    <w:rsid w:val="00045B85"/>
    <w:rsid w:val="00051789"/>
    <w:rsid w:val="00071127"/>
    <w:rsid w:val="000779C2"/>
    <w:rsid w:val="000808B4"/>
    <w:rsid w:val="0008322B"/>
    <w:rsid w:val="00093C7C"/>
    <w:rsid w:val="000A20B1"/>
    <w:rsid w:val="000C5537"/>
    <w:rsid w:val="000E52EF"/>
    <w:rsid w:val="000E5EC7"/>
    <w:rsid w:val="000F0C2B"/>
    <w:rsid w:val="000F63AC"/>
    <w:rsid w:val="00106C1F"/>
    <w:rsid w:val="001155F6"/>
    <w:rsid w:val="00122946"/>
    <w:rsid w:val="00123819"/>
    <w:rsid w:val="00124C73"/>
    <w:rsid w:val="00132DBE"/>
    <w:rsid w:val="00134EEE"/>
    <w:rsid w:val="0014095D"/>
    <w:rsid w:val="0015110C"/>
    <w:rsid w:val="00157236"/>
    <w:rsid w:val="00165DEC"/>
    <w:rsid w:val="0016774D"/>
    <w:rsid w:val="00174943"/>
    <w:rsid w:val="00177BCF"/>
    <w:rsid w:val="001932DA"/>
    <w:rsid w:val="001B6E70"/>
    <w:rsid w:val="001E21AB"/>
    <w:rsid w:val="001F62F4"/>
    <w:rsid w:val="0020345C"/>
    <w:rsid w:val="00203FC5"/>
    <w:rsid w:val="00217394"/>
    <w:rsid w:val="00226989"/>
    <w:rsid w:val="00241F1C"/>
    <w:rsid w:val="00243740"/>
    <w:rsid w:val="00243F9B"/>
    <w:rsid w:val="002556FB"/>
    <w:rsid w:val="0027372D"/>
    <w:rsid w:val="002A57D8"/>
    <w:rsid w:val="002C1151"/>
    <w:rsid w:val="002D1AEB"/>
    <w:rsid w:val="002E6464"/>
    <w:rsid w:val="003000E8"/>
    <w:rsid w:val="00301C2A"/>
    <w:rsid w:val="00343410"/>
    <w:rsid w:val="00353E81"/>
    <w:rsid w:val="00382A38"/>
    <w:rsid w:val="003A3036"/>
    <w:rsid w:val="003B00A9"/>
    <w:rsid w:val="003B2401"/>
    <w:rsid w:val="003C2E11"/>
    <w:rsid w:val="003D0407"/>
    <w:rsid w:val="003D5587"/>
    <w:rsid w:val="003D6578"/>
    <w:rsid w:val="003E3C34"/>
    <w:rsid w:val="003F00E3"/>
    <w:rsid w:val="003F3E97"/>
    <w:rsid w:val="00404905"/>
    <w:rsid w:val="00424C49"/>
    <w:rsid w:val="004349E0"/>
    <w:rsid w:val="00441DED"/>
    <w:rsid w:val="00480933"/>
    <w:rsid w:val="00496BF5"/>
    <w:rsid w:val="004A29E3"/>
    <w:rsid w:val="004B6993"/>
    <w:rsid w:val="004D0A82"/>
    <w:rsid w:val="004E0160"/>
    <w:rsid w:val="004E2870"/>
    <w:rsid w:val="004F273C"/>
    <w:rsid w:val="00525CDB"/>
    <w:rsid w:val="0052737E"/>
    <w:rsid w:val="00533819"/>
    <w:rsid w:val="00557F72"/>
    <w:rsid w:val="005643DD"/>
    <w:rsid w:val="005818EC"/>
    <w:rsid w:val="0059772E"/>
    <w:rsid w:val="005A1AA9"/>
    <w:rsid w:val="005D072D"/>
    <w:rsid w:val="005D4909"/>
    <w:rsid w:val="005F2430"/>
    <w:rsid w:val="005F7C0C"/>
    <w:rsid w:val="0060642D"/>
    <w:rsid w:val="0061227B"/>
    <w:rsid w:val="006164E9"/>
    <w:rsid w:val="00631F2C"/>
    <w:rsid w:val="00640FD7"/>
    <w:rsid w:val="00656A81"/>
    <w:rsid w:val="0067765E"/>
    <w:rsid w:val="006916AF"/>
    <w:rsid w:val="0069479D"/>
    <w:rsid w:val="006B44E6"/>
    <w:rsid w:val="006B4A66"/>
    <w:rsid w:val="006C1F04"/>
    <w:rsid w:val="006D14E4"/>
    <w:rsid w:val="006D50F6"/>
    <w:rsid w:val="006E28FA"/>
    <w:rsid w:val="006F24E2"/>
    <w:rsid w:val="0075193A"/>
    <w:rsid w:val="00751A20"/>
    <w:rsid w:val="007535EC"/>
    <w:rsid w:val="0075580E"/>
    <w:rsid w:val="00756E64"/>
    <w:rsid w:val="007632E6"/>
    <w:rsid w:val="007840CB"/>
    <w:rsid w:val="00794BB5"/>
    <w:rsid w:val="0079610A"/>
    <w:rsid w:val="007B25D6"/>
    <w:rsid w:val="007B429F"/>
    <w:rsid w:val="007B6266"/>
    <w:rsid w:val="007C208C"/>
    <w:rsid w:val="007E3F62"/>
    <w:rsid w:val="007F63E6"/>
    <w:rsid w:val="00805478"/>
    <w:rsid w:val="008079D0"/>
    <w:rsid w:val="0081172D"/>
    <w:rsid w:val="0084218C"/>
    <w:rsid w:val="0085479E"/>
    <w:rsid w:val="00870365"/>
    <w:rsid w:val="00881496"/>
    <w:rsid w:val="00886D23"/>
    <w:rsid w:val="00894166"/>
    <w:rsid w:val="008B6473"/>
    <w:rsid w:val="008D068A"/>
    <w:rsid w:val="008D3FC2"/>
    <w:rsid w:val="008F5116"/>
    <w:rsid w:val="0092432E"/>
    <w:rsid w:val="009267BF"/>
    <w:rsid w:val="00926983"/>
    <w:rsid w:val="00940ADD"/>
    <w:rsid w:val="00944022"/>
    <w:rsid w:val="00967508"/>
    <w:rsid w:val="00975074"/>
    <w:rsid w:val="00987C26"/>
    <w:rsid w:val="00993F7E"/>
    <w:rsid w:val="009B6721"/>
    <w:rsid w:val="009C4201"/>
    <w:rsid w:val="009D7FD8"/>
    <w:rsid w:val="009E2B90"/>
    <w:rsid w:val="00A066C8"/>
    <w:rsid w:val="00A12DA1"/>
    <w:rsid w:val="00A17652"/>
    <w:rsid w:val="00A23542"/>
    <w:rsid w:val="00A272BE"/>
    <w:rsid w:val="00A4302E"/>
    <w:rsid w:val="00A43EE5"/>
    <w:rsid w:val="00A457BF"/>
    <w:rsid w:val="00A45D8C"/>
    <w:rsid w:val="00A465C7"/>
    <w:rsid w:val="00A55032"/>
    <w:rsid w:val="00A61EFF"/>
    <w:rsid w:val="00A73ACF"/>
    <w:rsid w:val="00A75C65"/>
    <w:rsid w:val="00A83CD2"/>
    <w:rsid w:val="00AC0357"/>
    <w:rsid w:val="00AC408C"/>
    <w:rsid w:val="00AC4D2F"/>
    <w:rsid w:val="00AD66B7"/>
    <w:rsid w:val="00AE3E26"/>
    <w:rsid w:val="00AF48F7"/>
    <w:rsid w:val="00B00471"/>
    <w:rsid w:val="00B04980"/>
    <w:rsid w:val="00B10992"/>
    <w:rsid w:val="00B64B8D"/>
    <w:rsid w:val="00B65C96"/>
    <w:rsid w:val="00B95935"/>
    <w:rsid w:val="00BA668F"/>
    <w:rsid w:val="00BC6EC3"/>
    <w:rsid w:val="00BD5C0D"/>
    <w:rsid w:val="00BE1A1B"/>
    <w:rsid w:val="00BE5FE7"/>
    <w:rsid w:val="00BF6A69"/>
    <w:rsid w:val="00BF754A"/>
    <w:rsid w:val="00C021AF"/>
    <w:rsid w:val="00C07350"/>
    <w:rsid w:val="00C13F35"/>
    <w:rsid w:val="00C140E1"/>
    <w:rsid w:val="00C21182"/>
    <w:rsid w:val="00C32EBC"/>
    <w:rsid w:val="00C363F1"/>
    <w:rsid w:val="00C37FC5"/>
    <w:rsid w:val="00C402ED"/>
    <w:rsid w:val="00C44DF9"/>
    <w:rsid w:val="00C609DA"/>
    <w:rsid w:val="00C70E31"/>
    <w:rsid w:val="00C7269E"/>
    <w:rsid w:val="00C947B9"/>
    <w:rsid w:val="00C9606F"/>
    <w:rsid w:val="00CA5C01"/>
    <w:rsid w:val="00CB6F12"/>
    <w:rsid w:val="00CE7B7F"/>
    <w:rsid w:val="00CF3ED8"/>
    <w:rsid w:val="00D15C02"/>
    <w:rsid w:val="00D34F72"/>
    <w:rsid w:val="00D51420"/>
    <w:rsid w:val="00D5177D"/>
    <w:rsid w:val="00D643E4"/>
    <w:rsid w:val="00D948E3"/>
    <w:rsid w:val="00D97472"/>
    <w:rsid w:val="00DA7AC8"/>
    <w:rsid w:val="00DB2C81"/>
    <w:rsid w:val="00DB34E6"/>
    <w:rsid w:val="00DC01FF"/>
    <w:rsid w:val="00DC6619"/>
    <w:rsid w:val="00DD117C"/>
    <w:rsid w:val="00E375EC"/>
    <w:rsid w:val="00E55A0B"/>
    <w:rsid w:val="00E57C72"/>
    <w:rsid w:val="00E62465"/>
    <w:rsid w:val="00E674F4"/>
    <w:rsid w:val="00E7300F"/>
    <w:rsid w:val="00E7326F"/>
    <w:rsid w:val="00E94B4D"/>
    <w:rsid w:val="00E9511A"/>
    <w:rsid w:val="00EA0F35"/>
    <w:rsid w:val="00EB040E"/>
    <w:rsid w:val="00EB1AA6"/>
    <w:rsid w:val="00EB30E2"/>
    <w:rsid w:val="00ED359D"/>
    <w:rsid w:val="00EE0412"/>
    <w:rsid w:val="00EE4AD5"/>
    <w:rsid w:val="00F31898"/>
    <w:rsid w:val="00F4158A"/>
    <w:rsid w:val="00F5085A"/>
    <w:rsid w:val="00F611E8"/>
    <w:rsid w:val="00FA5347"/>
    <w:rsid w:val="00FB03AE"/>
    <w:rsid w:val="00FD1165"/>
    <w:rsid w:val="00FE1D68"/>
    <w:rsid w:val="00FE48EF"/>
    <w:rsid w:val="00FE6B1B"/>
    <w:rsid w:val="00FF1AEB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B576CB"/>
  <w15:docId w15:val="{4144E881-4510-4E65-A2CB-800A3FA7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B44E6"/>
    <w:pPr>
      <w:spacing w:line="250" w:lineRule="atLeast"/>
    </w:pPr>
    <w:rPr>
      <w:rFonts w:ascii="EON Brix Sans" w:hAnsi="EON Brix Sans"/>
      <w:lang w:val="cs-CZ"/>
    </w:rPr>
  </w:style>
  <w:style w:type="paragraph" w:styleId="Nadpis1">
    <w:name w:val="heading 1"/>
    <w:basedOn w:val="Normln"/>
    <w:next w:val="Normln"/>
    <w:qFormat/>
    <w:rsid w:val="00AC0357"/>
    <w:pPr>
      <w:keepNext/>
      <w:outlineLvl w:val="0"/>
    </w:pPr>
    <w:rPr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AC0357"/>
    <w:pPr>
      <w:keepNext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AC0357"/>
    <w:pPr>
      <w:keepNext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qFormat/>
    <w:rsid w:val="00AC0357"/>
    <w:pPr>
      <w:keepNext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AC0357"/>
    <w:pPr>
      <w:keepNext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AC0357"/>
    <w:pPr>
      <w:keepNext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AC0357"/>
    <w:pPr>
      <w:keepNext/>
      <w:outlineLvl w:val="6"/>
    </w:pPr>
    <w:rPr>
      <w:b/>
      <w:szCs w:val="24"/>
    </w:rPr>
  </w:style>
  <w:style w:type="paragraph" w:styleId="Nadpis8">
    <w:name w:val="heading 8"/>
    <w:basedOn w:val="Normln"/>
    <w:next w:val="Normln"/>
    <w:qFormat/>
    <w:rsid w:val="00AC0357"/>
    <w:pPr>
      <w:keepNext/>
      <w:outlineLvl w:val="7"/>
    </w:pPr>
    <w:rPr>
      <w:b/>
      <w:iCs/>
      <w:szCs w:val="24"/>
    </w:rPr>
  </w:style>
  <w:style w:type="paragraph" w:styleId="Nadpis9">
    <w:name w:val="heading 9"/>
    <w:basedOn w:val="Normln"/>
    <w:next w:val="Normln"/>
    <w:qFormat/>
    <w:rsid w:val="00AC0357"/>
    <w:pPr>
      <w:keepNext/>
      <w:outlineLvl w:val="8"/>
    </w:pPr>
    <w:rPr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079D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079D0"/>
    <w:pPr>
      <w:tabs>
        <w:tab w:val="center" w:pos="4536"/>
        <w:tab w:val="right" w:pos="9072"/>
      </w:tabs>
    </w:pPr>
  </w:style>
  <w:style w:type="paragraph" w:customStyle="1" w:styleId="EONKommentar">
    <w:name w:val="EONKommentar"/>
    <w:basedOn w:val="Normln"/>
    <w:rsid w:val="008079D0"/>
    <w:pPr>
      <w:spacing w:line="240" w:lineRule="auto"/>
    </w:pPr>
    <w:rPr>
      <w:vanish/>
      <w:color w:val="FF0000"/>
    </w:rPr>
  </w:style>
  <w:style w:type="character" w:styleId="slostrnky">
    <w:name w:val="page number"/>
    <w:basedOn w:val="Standardnpsmoodstavce"/>
    <w:rsid w:val="008079D0"/>
  </w:style>
  <w:style w:type="paragraph" w:customStyle="1" w:styleId="EONangaben">
    <w:name w:val="EONangaben"/>
    <w:basedOn w:val="Normln"/>
    <w:rsid w:val="001155F6"/>
    <w:pPr>
      <w:spacing w:line="200" w:lineRule="exact"/>
    </w:pPr>
    <w:rPr>
      <w:sz w:val="16"/>
      <w:szCs w:val="17"/>
    </w:rPr>
  </w:style>
  <w:style w:type="paragraph" w:customStyle="1" w:styleId="EONabsender">
    <w:name w:val="EONabsender"/>
    <w:basedOn w:val="EONangaben"/>
    <w:rsid w:val="004A29E3"/>
    <w:pPr>
      <w:spacing w:line="240" w:lineRule="auto"/>
    </w:pPr>
    <w:rPr>
      <w:sz w:val="12"/>
      <w:szCs w:val="14"/>
    </w:rPr>
  </w:style>
  <w:style w:type="table" w:styleId="Mkatabulky">
    <w:name w:val="Table Grid"/>
    <w:basedOn w:val="Normlntabulka"/>
    <w:rsid w:val="00071127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ONTitel">
    <w:name w:val="EONTitel"/>
    <w:basedOn w:val="Normln"/>
    <w:rsid w:val="00FB03AE"/>
    <w:pPr>
      <w:spacing w:line="240" w:lineRule="auto"/>
    </w:pPr>
    <w:rPr>
      <w:rFonts w:ascii="EON Brix Sans Black" w:hAnsi="EON Brix Sans Black"/>
      <w:sz w:val="38"/>
      <w:szCs w:val="28"/>
    </w:rPr>
  </w:style>
  <w:style w:type="paragraph" w:customStyle="1" w:styleId="EONFeldbezeichnung">
    <w:name w:val="EONFeldbezeichnung"/>
    <w:basedOn w:val="Normln"/>
    <w:rsid w:val="00F611E8"/>
    <w:pPr>
      <w:spacing w:line="200" w:lineRule="exact"/>
    </w:pPr>
    <w:rPr>
      <w:rFonts w:ascii="EON Brix Sans Black" w:hAnsi="EON Brix Sans Black"/>
      <w:sz w:val="16"/>
      <w:szCs w:val="16"/>
    </w:rPr>
  </w:style>
  <w:style w:type="paragraph" w:customStyle="1" w:styleId="EONDokuname">
    <w:name w:val="EONDokuname"/>
    <w:basedOn w:val="Normln"/>
    <w:rsid w:val="00975074"/>
    <w:pPr>
      <w:spacing w:line="240" w:lineRule="auto"/>
      <w:ind w:left="113" w:right="113"/>
    </w:pPr>
    <w:rPr>
      <w:sz w:val="12"/>
      <w:szCs w:val="12"/>
    </w:rPr>
  </w:style>
  <w:style w:type="paragraph" w:styleId="Textbubliny">
    <w:name w:val="Balloon Text"/>
    <w:basedOn w:val="Normln"/>
    <w:link w:val="TextbublinyChar"/>
    <w:rsid w:val="005A1A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A1AA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B95935"/>
    <w:pPr>
      <w:spacing w:line="240" w:lineRule="atLeast"/>
    </w:pPr>
  </w:style>
  <w:style w:type="character" w:customStyle="1" w:styleId="TextpoznpodarouChar">
    <w:name w:val="Text pozn. pod čarou Char"/>
    <w:basedOn w:val="Standardnpsmoodstavce"/>
    <w:link w:val="Textpoznpodarou"/>
    <w:rsid w:val="00B95935"/>
  </w:style>
  <w:style w:type="character" w:styleId="Znakapoznpodarou">
    <w:name w:val="footnote reference"/>
    <w:basedOn w:val="Standardnpsmoodstavce"/>
    <w:rsid w:val="00B95935"/>
    <w:rPr>
      <w:vertAlign w:val="superscript"/>
    </w:rPr>
  </w:style>
  <w:style w:type="paragraph" w:customStyle="1" w:styleId="EONBetreff">
    <w:name w:val="EONBetreff"/>
    <w:basedOn w:val="Normln"/>
    <w:qFormat/>
    <w:rsid w:val="0027372D"/>
    <w:rPr>
      <w:b/>
      <w:color w:val="261B62"/>
      <w:sz w:val="30"/>
      <w:szCs w:val="3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52974\templatesbase\msoffice.365\EON\EON_cz_Intern&#237;_zpr&#225;va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1" ma:contentTypeDescription="Create a new document." ma:contentTypeScope="" ma:versionID="f4df7df32457b861b0dbf4e3008411c9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a45b60b20cae88eab73c92d227393f7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9AEA49-697C-492B-AF95-E5041CFA7CDF}"/>
</file>

<file path=customXml/itemProps2.xml><?xml version="1.0" encoding="utf-8"?>
<ds:datastoreItem xmlns:ds="http://schemas.openxmlformats.org/officeDocument/2006/customXml" ds:itemID="{B585E262-9697-4158-ADE5-6B7E5DB3E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396DD9-B5A8-43C4-8A64-93344DA50E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6F4746-F8E1-4028-8125-18AC8BDADF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EON_cz_Interní_zpráva.dotm</Template>
  <TotalTime>0</TotalTime>
  <Pages>1</Pages>
  <Words>24</Words>
  <Characters>223</Characters>
  <Application>Microsoft Office Word</Application>
  <DocSecurity>0</DocSecurity>
  <Lines>111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Interne Mitteilung</vt:lpstr>
      <vt:lpstr>Interne Mitteilung</vt:lpstr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 Mitteilung</dc:title>
  <dc:subject/>
  <dc:creator>Zapletal, Petr</dc:creator>
  <dc:description>Version 8.3; Stand 2022-02-24</dc:description>
  <cp:lastModifiedBy>Alena Jagošová</cp:lastModifiedBy>
  <cp:revision>6</cp:revision>
  <cp:lastPrinted>2000-06-26T09:38:00Z</cp:lastPrinted>
  <dcterms:created xsi:type="dcterms:W3CDTF">2022-04-05T07:15:00Z</dcterms:created>
  <dcterms:modified xsi:type="dcterms:W3CDTF">2022-05-20T08:22:00Z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